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52A5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B550C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E9871C" w14:textId="3240336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B27D3">
        <w:rPr>
          <w:rFonts w:ascii="Corbel" w:hAnsi="Corbel"/>
          <w:i/>
          <w:smallCaps/>
          <w:sz w:val="24"/>
          <w:szCs w:val="24"/>
        </w:rPr>
        <w:t>2021–2024</w:t>
      </w:r>
    </w:p>
    <w:p w14:paraId="1BF137AF" w14:textId="244B6ECA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AB27D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FF1E774" w14:textId="4574590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B1787">
        <w:rPr>
          <w:rFonts w:ascii="Corbel" w:hAnsi="Corbel"/>
          <w:sz w:val="20"/>
          <w:szCs w:val="20"/>
        </w:rPr>
        <w:t xml:space="preserve">ok akademicki </w:t>
      </w:r>
      <w:r w:rsidR="00AB27D3">
        <w:rPr>
          <w:rFonts w:ascii="Corbel" w:hAnsi="Corbel"/>
          <w:sz w:val="20"/>
          <w:szCs w:val="20"/>
        </w:rPr>
        <w:t>2023/2024</w:t>
      </w:r>
    </w:p>
    <w:p w14:paraId="4E490D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9508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5D3DCB" w14:textId="77777777" w:rsidTr="00B819C8">
        <w:tc>
          <w:tcPr>
            <w:tcW w:w="2694" w:type="dxa"/>
            <w:vAlign w:val="center"/>
          </w:tcPr>
          <w:p w14:paraId="67856A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49415D" w14:textId="77777777" w:rsidR="0085747A" w:rsidRPr="00AB27D3" w:rsidRDefault="004261F0" w:rsidP="000469A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27D3">
              <w:rPr>
                <w:rFonts w:ascii="Corbel" w:hAnsi="Corbel"/>
                <w:sz w:val="24"/>
                <w:szCs w:val="24"/>
              </w:rPr>
              <w:t>Poradnictwo socjalne dla rodzin dysfunkcyjnych</w:t>
            </w:r>
          </w:p>
        </w:tc>
      </w:tr>
      <w:tr w:rsidR="0085747A" w:rsidRPr="009C54AE" w14:paraId="0D967E39" w14:textId="77777777" w:rsidTr="00B819C8">
        <w:tc>
          <w:tcPr>
            <w:tcW w:w="2694" w:type="dxa"/>
            <w:vAlign w:val="center"/>
          </w:tcPr>
          <w:p w14:paraId="5918404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66D217" w14:textId="77777777" w:rsidR="0085747A" w:rsidRPr="009C54AE" w:rsidRDefault="002601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F73DB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A025A">
              <w:rPr>
                <w:rFonts w:ascii="Corbel" w:hAnsi="Corbel"/>
                <w:b w:val="0"/>
                <w:sz w:val="24"/>
                <w:szCs w:val="24"/>
              </w:rPr>
              <w:t>[6]F_08</w:t>
            </w:r>
          </w:p>
        </w:tc>
      </w:tr>
      <w:tr w:rsidR="0085747A" w:rsidRPr="009C54AE" w14:paraId="4346F9B1" w14:textId="77777777" w:rsidTr="00B819C8">
        <w:tc>
          <w:tcPr>
            <w:tcW w:w="2694" w:type="dxa"/>
            <w:vAlign w:val="center"/>
          </w:tcPr>
          <w:p w14:paraId="6174F73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D071E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F9A21B3" w14:textId="77777777" w:rsidTr="00B819C8">
        <w:tc>
          <w:tcPr>
            <w:tcW w:w="2694" w:type="dxa"/>
            <w:vAlign w:val="center"/>
          </w:tcPr>
          <w:p w14:paraId="14E5D5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3A173B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B9C2F6" w14:textId="77777777" w:rsidTr="00B819C8">
        <w:tc>
          <w:tcPr>
            <w:tcW w:w="2694" w:type="dxa"/>
            <w:vAlign w:val="center"/>
          </w:tcPr>
          <w:p w14:paraId="370BC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BC2A90" w14:textId="77777777"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5563C741" w14:textId="77777777" w:rsidTr="00B819C8">
        <w:tc>
          <w:tcPr>
            <w:tcW w:w="2694" w:type="dxa"/>
            <w:vAlign w:val="center"/>
          </w:tcPr>
          <w:p w14:paraId="4B79196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CF790C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22F6BCDE" w14:textId="77777777" w:rsidTr="00B819C8">
        <w:tc>
          <w:tcPr>
            <w:tcW w:w="2694" w:type="dxa"/>
            <w:vAlign w:val="center"/>
          </w:tcPr>
          <w:p w14:paraId="6FDFF9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69267E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27144867" w14:textId="77777777" w:rsidTr="00B819C8">
        <w:tc>
          <w:tcPr>
            <w:tcW w:w="2694" w:type="dxa"/>
            <w:vAlign w:val="center"/>
          </w:tcPr>
          <w:p w14:paraId="6EB845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484F3B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AB7558A" w14:textId="77777777" w:rsidTr="00B819C8">
        <w:tc>
          <w:tcPr>
            <w:tcW w:w="2694" w:type="dxa"/>
            <w:vAlign w:val="center"/>
          </w:tcPr>
          <w:p w14:paraId="502A53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C71683" w14:textId="77777777" w:rsidR="0085747A" w:rsidRPr="009C54AE" w:rsidRDefault="00671DB0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260189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260189"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="009B45E1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7F2F1EC" w14:textId="77777777" w:rsidTr="00B819C8">
        <w:tc>
          <w:tcPr>
            <w:tcW w:w="2694" w:type="dxa"/>
            <w:vAlign w:val="center"/>
          </w:tcPr>
          <w:p w14:paraId="565960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DB0F9E" w14:textId="77777777" w:rsidR="0085747A" w:rsidRPr="009C54AE" w:rsidRDefault="00426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F9C0049" w14:textId="77777777" w:rsidTr="00B819C8">
        <w:tc>
          <w:tcPr>
            <w:tcW w:w="2694" w:type="dxa"/>
            <w:vAlign w:val="center"/>
          </w:tcPr>
          <w:p w14:paraId="5E37B6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5525E8" w14:textId="77777777" w:rsidR="00923D7D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90B70F" w14:textId="77777777" w:rsidTr="00B819C8">
        <w:tc>
          <w:tcPr>
            <w:tcW w:w="2694" w:type="dxa"/>
            <w:vAlign w:val="center"/>
          </w:tcPr>
          <w:p w14:paraId="2EC3C3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3168DD" w14:textId="14D187F0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14:paraId="1B6813B1" w14:textId="77777777" w:rsidTr="00B819C8">
        <w:tc>
          <w:tcPr>
            <w:tcW w:w="2694" w:type="dxa"/>
            <w:vAlign w:val="center"/>
          </w:tcPr>
          <w:p w14:paraId="23CB8C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EAF93A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02C83D2E" w14:textId="77777777" w:rsidR="0085747A" w:rsidRPr="009C54AE" w:rsidRDefault="0085747A" w:rsidP="00AB27D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DFB2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E0F8A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B12B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DCB4DD2" w14:textId="77777777" w:rsidTr="00DB17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73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CC7B4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274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F8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0B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7C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09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3C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C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94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81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3A26E70" w14:textId="77777777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40A4" w14:textId="77777777" w:rsidR="00015B8F" w:rsidRPr="009C54AE" w:rsidRDefault="002601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9B45E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94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FE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9EEF" w14:textId="77777777" w:rsidR="00015B8F" w:rsidRPr="009C54AE" w:rsidRDefault="004261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0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91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69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73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8964" w14:textId="77777777" w:rsidR="00015B8F" w:rsidRPr="009C54AE" w:rsidRDefault="009B45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EF2FE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DD26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82FCDF" w14:textId="77777777" w:rsidR="00AB27D3" w:rsidRDefault="00AB27D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24D0A84" w14:textId="052BEA08" w:rsidR="0085747A" w:rsidRPr="009C54AE" w:rsidRDefault="00AB27D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DB1787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09928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BA033B" w14:textId="77777777" w:rsidR="009B45E1" w:rsidRPr="009C54AE" w:rsidRDefault="009B45E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1AE9D7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7D754E" w14:textId="77777777" w:rsidR="00AB27D3" w:rsidRDefault="00AB27D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89BD3D" w14:textId="00BDE16B" w:rsidR="009C54AE" w:rsidRDefault="004261F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7F2DA8B8" w14:textId="77777777" w:rsidR="00260189" w:rsidRDefault="0026018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E99B3" w14:textId="5B09E3F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57C3E29" w14:textId="77777777" w:rsidR="00AB27D3" w:rsidRPr="009C54AE" w:rsidRDefault="00AB27D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679322" w14:textId="77777777" w:rsidTr="00745302">
        <w:tc>
          <w:tcPr>
            <w:tcW w:w="9670" w:type="dxa"/>
          </w:tcPr>
          <w:p w14:paraId="664B2F6F" w14:textId="77777777" w:rsidR="0085747A" w:rsidRPr="009C54AE" w:rsidRDefault="00260189" w:rsidP="004261F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AA5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</w:t>
            </w:r>
            <w:r w:rsidR="00671D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zagadnień z </w:t>
            </w:r>
            <w:r w:rsidR="00426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426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 prawny pomocy społecznej i prawo socjalne</w:t>
            </w:r>
          </w:p>
        </w:tc>
      </w:tr>
    </w:tbl>
    <w:p w14:paraId="3984691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BFE322" w14:textId="77777777" w:rsidR="00671DB0" w:rsidRDefault="00671DB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4D16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C62812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00C2E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="00C05F44" w:rsidRPr="000469A2">
        <w:rPr>
          <w:rFonts w:ascii="Corbel" w:hAnsi="Corbel"/>
          <w:sz w:val="24"/>
          <w:szCs w:val="24"/>
        </w:rPr>
        <w:t>Cele przedmiotu</w:t>
      </w:r>
    </w:p>
    <w:p w14:paraId="6A41F1A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50B0" w:rsidRPr="0055107F" w14:paraId="45F03430" w14:textId="77777777" w:rsidTr="004850B0">
        <w:tc>
          <w:tcPr>
            <w:tcW w:w="845" w:type="dxa"/>
            <w:vAlign w:val="center"/>
          </w:tcPr>
          <w:p w14:paraId="7EE19146" w14:textId="77777777" w:rsidR="004850B0" w:rsidRPr="0055107F" w:rsidRDefault="004850B0" w:rsidP="004850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107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E8F2E4E" w14:textId="77777777" w:rsidR="004850B0" w:rsidRPr="0055107F" w:rsidRDefault="0055107F" w:rsidP="005510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177AF">
              <w:rPr>
                <w:rFonts w:ascii="Corbel" w:hAnsi="Corbel"/>
                <w:b w:val="0"/>
                <w:sz w:val="24"/>
                <w:szCs w:val="24"/>
              </w:rPr>
              <w:t xml:space="preserve">Przyswojenie wiedzy na temat systemu </w:t>
            </w:r>
            <w:r>
              <w:rPr>
                <w:rFonts w:ascii="Corbel" w:hAnsi="Corbel"/>
                <w:b w:val="0"/>
                <w:sz w:val="24"/>
                <w:szCs w:val="24"/>
              </w:rPr>
              <w:t>poradnictwa socjalnego w systemie pomocy społecznej</w:t>
            </w:r>
          </w:p>
        </w:tc>
      </w:tr>
      <w:tr w:rsidR="004850B0" w:rsidRPr="0055107F" w14:paraId="57668409" w14:textId="77777777" w:rsidTr="004850B0">
        <w:tc>
          <w:tcPr>
            <w:tcW w:w="845" w:type="dxa"/>
            <w:vAlign w:val="center"/>
          </w:tcPr>
          <w:p w14:paraId="2B0EE4B7" w14:textId="77777777" w:rsidR="004850B0" w:rsidRPr="0055107F" w:rsidRDefault="004850B0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107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568FAB2" w14:textId="77777777" w:rsidR="004850B0" w:rsidRPr="0055107F" w:rsidRDefault="0055107F" w:rsidP="005D14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177AF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6973EA">
              <w:rPr>
                <w:rFonts w:ascii="Corbel" w:hAnsi="Corbel"/>
                <w:b w:val="0"/>
                <w:sz w:val="24"/>
                <w:szCs w:val="24"/>
              </w:rPr>
              <w:t>doboru odpowiednich form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wsparcia i pomocy rodzinom dysfunkcyjnym</w:t>
            </w:r>
          </w:p>
        </w:tc>
      </w:tr>
    </w:tbl>
    <w:p w14:paraId="579499A2" w14:textId="77777777" w:rsidR="0055107F" w:rsidRPr="009C54AE" w:rsidRDefault="0055107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D6C3E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C27406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80ED9" w:rsidRPr="00260189" w14:paraId="1914EFC1" w14:textId="77777777" w:rsidTr="00FE19E9">
        <w:tc>
          <w:tcPr>
            <w:tcW w:w="1681" w:type="dxa"/>
            <w:vAlign w:val="center"/>
          </w:tcPr>
          <w:p w14:paraId="3EC22305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smallCaps w:val="0"/>
                <w:szCs w:val="24"/>
              </w:rPr>
              <w:t>EK</w:t>
            </w:r>
            <w:r w:rsidRPr="0027157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8C6541A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B9548C1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157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0ED9" w:rsidRPr="00260189" w14:paraId="3DBBEFC2" w14:textId="77777777" w:rsidTr="00FE19E9">
        <w:tc>
          <w:tcPr>
            <w:tcW w:w="1681" w:type="dxa"/>
          </w:tcPr>
          <w:p w14:paraId="533E7835" w14:textId="77777777"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715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E9672D5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instytucje udzielające pomocy i wsparcia rodzinom dysfunkcyjnym </w:t>
            </w:r>
          </w:p>
        </w:tc>
        <w:tc>
          <w:tcPr>
            <w:tcW w:w="1865" w:type="dxa"/>
          </w:tcPr>
          <w:p w14:paraId="0CC0063C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080ED9" w:rsidRPr="00260189" w14:paraId="6B86B5E5" w14:textId="77777777" w:rsidTr="00FE19E9">
        <w:tc>
          <w:tcPr>
            <w:tcW w:w="1681" w:type="dxa"/>
          </w:tcPr>
          <w:p w14:paraId="6DE9B5A6" w14:textId="77777777"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EA88C8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Określa zakres pomocy i wsparcia udzielanego przez różne instytucje na rzecz rodzin dysfunkcyjnych </w:t>
            </w:r>
          </w:p>
        </w:tc>
        <w:tc>
          <w:tcPr>
            <w:tcW w:w="1865" w:type="dxa"/>
          </w:tcPr>
          <w:p w14:paraId="758E34A6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080ED9" w:rsidRPr="00260189" w14:paraId="056D67C5" w14:textId="77777777" w:rsidTr="00FE19E9">
        <w:tc>
          <w:tcPr>
            <w:tcW w:w="1681" w:type="dxa"/>
          </w:tcPr>
          <w:p w14:paraId="29FCFA1E" w14:textId="77777777"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9142856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świadczenia określonych form pomocy rodzinom dysfunkcyjnym </w:t>
            </w:r>
          </w:p>
        </w:tc>
        <w:tc>
          <w:tcPr>
            <w:tcW w:w="1865" w:type="dxa"/>
          </w:tcPr>
          <w:p w14:paraId="455C6A78" w14:textId="0A34A9CD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080ED9" w:rsidRPr="009C54AE" w14:paraId="3F1DBFC3" w14:textId="77777777" w:rsidTr="00FE19E9">
        <w:tc>
          <w:tcPr>
            <w:tcW w:w="1681" w:type="dxa"/>
          </w:tcPr>
          <w:p w14:paraId="5132B2CD" w14:textId="77777777"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1025231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posiadaną wiedzę na temat form pomocy i wsparcia społecznego w celu formułowania określonych programów pomocy rodzinom dysfunkcyjnym </w:t>
            </w:r>
          </w:p>
        </w:tc>
        <w:tc>
          <w:tcPr>
            <w:tcW w:w="1865" w:type="dxa"/>
          </w:tcPr>
          <w:p w14:paraId="7117F4F8" w14:textId="77777777" w:rsidR="00080ED9" w:rsidRPr="00271575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80ED9" w:rsidRPr="009C54AE" w14:paraId="3293695D" w14:textId="77777777" w:rsidTr="00FE19E9">
        <w:tc>
          <w:tcPr>
            <w:tcW w:w="1681" w:type="dxa"/>
          </w:tcPr>
          <w:p w14:paraId="73526471" w14:textId="77777777" w:rsidR="00080ED9" w:rsidRPr="00271575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AE443A1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wybrane problemy rodziny i proponuje określone formy pomocy społecznej</w:t>
            </w:r>
          </w:p>
        </w:tc>
        <w:tc>
          <w:tcPr>
            <w:tcW w:w="1865" w:type="dxa"/>
          </w:tcPr>
          <w:p w14:paraId="620345A3" w14:textId="77777777"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080ED9" w:rsidRPr="009C54AE" w14:paraId="06EF2A5F" w14:textId="77777777" w:rsidTr="00FE19E9">
        <w:tc>
          <w:tcPr>
            <w:tcW w:w="1681" w:type="dxa"/>
          </w:tcPr>
          <w:p w14:paraId="5C3DE4E2" w14:textId="77777777" w:rsidR="00080ED9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D82929C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CC5512">
              <w:rPr>
                <w:rFonts w:ascii="Corbel" w:hAnsi="Corbel"/>
                <w:b w:val="0"/>
                <w:smallCaps w:val="0"/>
                <w:szCs w:val="24"/>
              </w:rPr>
              <w:t>dentyfikuje możliwości współpracy interdyscyplinarnej na rzecz wspierania rodziny w środowisku lokalnym</w:t>
            </w:r>
          </w:p>
        </w:tc>
        <w:tc>
          <w:tcPr>
            <w:tcW w:w="1865" w:type="dxa"/>
          </w:tcPr>
          <w:p w14:paraId="253F42B7" w14:textId="77777777"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080ED9" w:rsidRPr="009C54AE" w14:paraId="59B25087" w14:textId="77777777" w:rsidTr="00FE19E9">
        <w:tc>
          <w:tcPr>
            <w:tcW w:w="1681" w:type="dxa"/>
          </w:tcPr>
          <w:p w14:paraId="2039215B" w14:textId="77777777" w:rsidR="00080ED9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4AC1654B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512">
              <w:rPr>
                <w:rFonts w:ascii="Corbel" w:hAnsi="Corbel"/>
                <w:b w:val="0"/>
                <w:smallCaps w:val="0"/>
                <w:szCs w:val="24"/>
              </w:rPr>
              <w:t>Jest gotów do współpracy z różnymi instytucjami wsparcia rodziny w danym środowisku lokalnym</w:t>
            </w:r>
          </w:p>
        </w:tc>
        <w:tc>
          <w:tcPr>
            <w:tcW w:w="1865" w:type="dxa"/>
          </w:tcPr>
          <w:p w14:paraId="7857C1CA" w14:textId="77777777"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080ED9" w:rsidRPr="009C54AE" w14:paraId="178F05A4" w14:textId="77777777" w:rsidTr="00FE19E9">
        <w:tc>
          <w:tcPr>
            <w:tcW w:w="1681" w:type="dxa"/>
          </w:tcPr>
          <w:p w14:paraId="28C8257C" w14:textId="77777777" w:rsidR="00080ED9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2152C2BE" w14:textId="77777777" w:rsidR="00080ED9" w:rsidRPr="0055107F" w:rsidRDefault="00080ED9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512">
              <w:rPr>
                <w:rFonts w:ascii="Corbel" w:hAnsi="Corbel"/>
                <w:b w:val="0"/>
                <w:smallCaps w:val="0"/>
                <w:szCs w:val="24"/>
              </w:rPr>
              <w:t>Rozpoznaje bariery i ograniczenia dla pomocy rodzinom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 </w:t>
            </w:r>
            <w:r w:rsidRPr="00CC5512">
              <w:rPr>
                <w:rFonts w:ascii="Corbel" w:hAnsi="Corbel"/>
                <w:b w:val="0"/>
                <w:smallCaps w:val="0"/>
                <w:szCs w:val="24"/>
              </w:rPr>
              <w:t>danym środowisku. Potrafi zaproponować konkretne rozwiązania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niwelujące te bariery</w:t>
            </w:r>
          </w:p>
        </w:tc>
        <w:tc>
          <w:tcPr>
            <w:tcW w:w="1865" w:type="dxa"/>
          </w:tcPr>
          <w:p w14:paraId="7F05AB71" w14:textId="77777777" w:rsidR="00080ED9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2A83AF96" w14:textId="77777777" w:rsidR="00AB27D3" w:rsidRDefault="00AB27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740FF23" w14:textId="2A697394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889E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B3D5A0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A5374E" w14:textId="77777777" w:rsidTr="00150112">
        <w:tc>
          <w:tcPr>
            <w:tcW w:w="9520" w:type="dxa"/>
          </w:tcPr>
          <w:p w14:paraId="1BB465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82F1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0E7E" w:rsidRPr="009C54AE" w14:paraId="236740A3" w14:textId="77777777" w:rsidTr="00150112">
        <w:tc>
          <w:tcPr>
            <w:tcW w:w="9520" w:type="dxa"/>
          </w:tcPr>
          <w:p w14:paraId="4747AA90" w14:textId="77777777" w:rsidR="003B0E7E" w:rsidRPr="00082F1E" w:rsidRDefault="004261F0" w:rsidP="002715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B277D6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0226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8990F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A3AC9A" w14:textId="77777777" w:rsidTr="00150112">
        <w:tc>
          <w:tcPr>
            <w:tcW w:w="9520" w:type="dxa"/>
          </w:tcPr>
          <w:p w14:paraId="7E8B64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7ED8" w:rsidRPr="009C54AE" w14:paraId="5B850E73" w14:textId="77777777" w:rsidTr="004658AC">
        <w:tc>
          <w:tcPr>
            <w:tcW w:w="9520" w:type="dxa"/>
          </w:tcPr>
          <w:p w14:paraId="56216DFB" w14:textId="77777777" w:rsidR="00917ED8" w:rsidRPr="009C54AE" w:rsidRDefault="00F7641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charakterystyka dysfunkcji w rodzinie</w:t>
            </w:r>
            <w:r w:rsidR="00A702D5">
              <w:rPr>
                <w:rFonts w:ascii="Corbel" w:hAnsi="Corbel"/>
                <w:sz w:val="24"/>
                <w:szCs w:val="24"/>
              </w:rPr>
              <w:t>. Typy rodzin dysfunkcyjnych.</w:t>
            </w:r>
          </w:p>
        </w:tc>
      </w:tr>
      <w:tr w:rsidR="00E26D7F" w:rsidRPr="009C54AE" w14:paraId="74D5DFE1" w14:textId="77777777" w:rsidTr="004658AC">
        <w:tc>
          <w:tcPr>
            <w:tcW w:w="9520" w:type="dxa"/>
          </w:tcPr>
          <w:p w14:paraId="1A882A92" w14:textId="77777777"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jako forma pomocy społecznej: cele i zadania poradnictwa socjalnego</w:t>
            </w:r>
          </w:p>
        </w:tc>
      </w:tr>
      <w:tr w:rsidR="004261F0" w:rsidRPr="009C54AE" w14:paraId="69F722EC" w14:textId="77777777" w:rsidTr="004658AC">
        <w:tc>
          <w:tcPr>
            <w:tcW w:w="9520" w:type="dxa"/>
          </w:tcPr>
          <w:p w14:paraId="4BFAA775" w14:textId="77777777" w:rsidR="004261F0" w:rsidRPr="009C54AE" w:rsidRDefault="00F7641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Metody i techniki poradnictwa socjalnego</w:t>
            </w:r>
          </w:p>
        </w:tc>
      </w:tr>
      <w:tr w:rsidR="00E26D7F" w:rsidRPr="009C54AE" w14:paraId="29871F7B" w14:textId="77777777" w:rsidTr="004658AC">
        <w:tc>
          <w:tcPr>
            <w:tcW w:w="9520" w:type="dxa"/>
          </w:tcPr>
          <w:p w14:paraId="49039565" w14:textId="77777777"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niewydolnych wychowawczo</w:t>
            </w:r>
          </w:p>
        </w:tc>
      </w:tr>
      <w:tr w:rsidR="00E26D7F" w:rsidRPr="009C54AE" w14:paraId="1556E5D1" w14:textId="77777777" w:rsidTr="004658AC">
        <w:tc>
          <w:tcPr>
            <w:tcW w:w="9520" w:type="dxa"/>
          </w:tcPr>
          <w:p w14:paraId="3FCF78B7" w14:textId="77777777"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dotkniętych przemocą domową</w:t>
            </w:r>
          </w:p>
        </w:tc>
      </w:tr>
      <w:tr w:rsidR="004261F0" w:rsidRPr="009C54AE" w14:paraId="45DB0253" w14:textId="77777777" w:rsidTr="004658AC">
        <w:tc>
          <w:tcPr>
            <w:tcW w:w="9520" w:type="dxa"/>
          </w:tcPr>
          <w:p w14:paraId="41BB3487" w14:textId="77777777" w:rsidR="004261F0" w:rsidRPr="009C54AE" w:rsidRDefault="00F7641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dotkniętych problemem uzależnień</w:t>
            </w:r>
          </w:p>
        </w:tc>
      </w:tr>
      <w:tr w:rsidR="004261F0" w:rsidRPr="009C54AE" w14:paraId="39C6EE8B" w14:textId="77777777" w:rsidTr="004658AC">
        <w:tc>
          <w:tcPr>
            <w:tcW w:w="9520" w:type="dxa"/>
          </w:tcPr>
          <w:p w14:paraId="7DF4F77A" w14:textId="77777777" w:rsidR="004261F0" w:rsidRPr="009C54AE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w sytuacji ubóstwa i bezrobocia w rodzinie</w:t>
            </w:r>
          </w:p>
        </w:tc>
      </w:tr>
      <w:tr w:rsidR="00E26D7F" w:rsidRPr="009C54AE" w14:paraId="42A94D92" w14:textId="77777777" w:rsidTr="004658AC">
        <w:tc>
          <w:tcPr>
            <w:tcW w:w="9520" w:type="dxa"/>
          </w:tcPr>
          <w:p w14:paraId="1FBA21A4" w14:textId="77777777"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z osobą niepełnosprawną</w:t>
            </w:r>
          </w:p>
        </w:tc>
      </w:tr>
      <w:tr w:rsidR="00E26D7F" w:rsidRPr="009C54AE" w14:paraId="6559D9FA" w14:textId="77777777" w:rsidTr="004658AC">
        <w:tc>
          <w:tcPr>
            <w:tcW w:w="9520" w:type="dxa"/>
          </w:tcPr>
          <w:p w14:paraId="7411AE55" w14:textId="77777777" w:rsidR="00E26D7F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z osobą starszą</w:t>
            </w:r>
          </w:p>
        </w:tc>
      </w:tr>
      <w:tr w:rsidR="004261F0" w:rsidRPr="009C54AE" w14:paraId="497157FD" w14:textId="77777777" w:rsidTr="004658AC">
        <w:tc>
          <w:tcPr>
            <w:tcW w:w="9520" w:type="dxa"/>
          </w:tcPr>
          <w:p w14:paraId="430C49A0" w14:textId="77777777" w:rsidR="004261F0" w:rsidRPr="009C54AE" w:rsidRDefault="00E26D7F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zagrożonych bezdomnością i osób bezdomnych</w:t>
            </w:r>
          </w:p>
        </w:tc>
      </w:tr>
    </w:tbl>
    <w:p w14:paraId="1C496F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7613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99DD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D0B1B" w14:textId="77777777" w:rsidR="00E960BB" w:rsidRDefault="004C41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702D5">
        <w:rPr>
          <w:rFonts w:ascii="Corbel" w:hAnsi="Corbel"/>
          <w:b w:val="0"/>
          <w:smallCaps w:val="0"/>
          <w:szCs w:val="24"/>
        </w:rPr>
        <w:t xml:space="preserve">Wykład </w:t>
      </w:r>
      <w:r w:rsidR="00A702D5" w:rsidRPr="00A702D5">
        <w:rPr>
          <w:rFonts w:ascii="Corbel" w:hAnsi="Corbel"/>
          <w:b w:val="0"/>
          <w:smallCaps w:val="0"/>
          <w:szCs w:val="24"/>
        </w:rPr>
        <w:t xml:space="preserve">problemowy </w:t>
      </w:r>
      <w:r w:rsidRPr="00A702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99FB810" w14:textId="77777777" w:rsidR="00AD1D2E" w:rsidRPr="00AD60ED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532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85F845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64DA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117D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80ED9" w:rsidRPr="00260189" w14:paraId="0E231057" w14:textId="77777777" w:rsidTr="00FE19E9">
        <w:tc>
          <w:tcPr>
            <w:tcW w:w="1962" w:type="dxa"/>
            <w:vAlign w:val="center"/>
          </w:tcPr>
          <w:p w14:paraId="5527E33E" w14:textId="77777777"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45B416" w14:textId="77777777"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1AA5C7" w14:textId="77777777"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6B1CF" w14:textId="77777777"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0F04F68" w14:textId="77777777" w:rsidR="00080ED9" w:rsidRPr="00AA26A1" w:rsidRDefault="00080ED9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26A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80ED9" w:rsidRPr="00AA26A1" w14:paraId="08072559" w14:textId="77777777" w:rsidTr="00FE19E9">
        <w:tc>
          <w:tcPr>
            <w:tcW w:w="1962" w:type="dxa"/>
          </w:tcPr>
          <w:p w14:paraId="72369EFD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47E3165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14:paraId="6839AF4E" w14:textId="77777777"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AA26A1" w14:paraId="517BEEBB" w14:textId="77777777" w:rsidTr="00FE19E9">
        <w:tc>
          <w:tcPr>
            <w:tcW w:w="1962" w:type="dxa"/>
          </w:tcPr>
          <w:p w14:paraId="15306AED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D82C449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14:paraId="1CB11B95" w14:textId="77777777"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AA26A1" w14:paraId="78F5C50E" w14:textId="77777777" w:rsidTr="00FE19E9">
        <w:tc>
          <w:tcPr>
            <w:tcW w:w="1962" w:type="dxa"/>
          </w:tcPr>
          <w:p w14:paraId="1A826057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6B6AC5F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14:paraId="78FF65EA" w14:textId="77777777"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AA26A1" w14:paraId="214E48E7" w14:textId="77777777" w:rsidTr="00FE19E9">
        <w:tc>
          <w:tcPr>
            <w:tcW w:w="1962" w:type="dxa"/>
          </w:tcPr>
          <w:p w14:paraId="07959E74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1EC7F11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14:paraId="38D3681F" w14:textId="77777777"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14:paraId="4F2C01C8" w14:textId="77777777" w:rsidTr="00FE19E9">
        <w:tc>
          <w:tcPr>
            <w:tcW w:w="1962" w:type="dxa"/>
          </w:tcPr>
          <w:p w14:paraId="534F7F03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26A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C87FAA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14:paraId="45D673F9" w14:textId="77777777" w:rsidR="00080ED9" w:rsidRPr="00AA26A1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14:paraId="1302F6ED" w14:textId="77777777" w:rsidTr="00FE19E9">
        <w:tc>
          <w:tcPr>
            <w:tcW w:w="1962" w:type="dxa"/>
          </w:tcPr>
          <w:p w14:paraId="664D25D4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8B11D7E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14:paraId="7DC53EB1" w14:textId="77777777" w:rsidR="00080ED9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14:paraId="56D930B0" w14:textId="77777777" w:rsidTr="00FE19E9">
        <w:tc>
          <w:tcPr>
            <w:tcW w:w="1962" w:type="dxa"/>
          </w:tcPr>
          <w:p w14:paraId="73C7A7DA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D7F5A85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14:paraId="29C071C4" w14:textId="77777777" w:rsidR="00080ED9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80ED9" w:rsidRPr="009C54AE" w14:paraId="60B52683" w14:textId="77777777" w:rsidTr="00FE19E9">
        <w:tc>
          <w:tcPr>
            <w:tcW w:w="1962" w:type="dxa"/>
          </w:tcPr>
          <w:p w14:paraId="652DAA86" w14:textId="77777777" w:rsidR="00080ED9" w:rsidRPr="00AA26A1" w:rsidRDefault="00080ED9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3F3C7AC" w14:textId="77777777" w:rsidR="00080ED9" w:rsidRPr="006973EA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3EA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14:paraId="5A3FE806" w14:textId="77777777" w:rsidR="00080ED9" w:rsidRDefault="00080ED9" w:rsidP="00FE19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1E2C8A1" w14:textId="77777777" w:rsidR="006973EA" w:rsidRPr="009C54AE" w:rsidRDefault="006973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378A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1C7BB6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6CB480" w14:textId="77777777" w:rsidTr="00923D7D">
        <w:tc>
          <w:tcPr>
            <w:tcW w:w="9670" w:type="dxa"/>
          </w:tcPr>
          <w:p w14:paraId="01E8CA6C" w14:textId="77777777" w:rsidR="00080ED9" w:rsidRDefault="00080ED9" w:rsidP="00080E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udział w dyskusjach problemowych podczas zajęć (40% oceny końcowej) oraz uzyskanie pozytywnej oceny z referatu (60% oceny końcowej).</w:t>
            </w:r>
          </w:p>
          <w:p w14:paraId="3619D0D1" w14:textId="1B766E4E" w:rsidR="00C22B8B" w:rsidRPr="00080ED9" w:rsidRDefault="00080ED9" w:rsidP="00D063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 udział w dyskusjach problemowych student może zgromadzić od 1 pkt do maksymalnie 5 pkt. </w:t>
            </w:r>
          </w:p>
        </w:tc>
      </w:tr>
    </w:tbl>
    <w:p w14:paraId="23618E5F" w14:textId="77777777" w:rsidR="006973EA" w:rsidRDefault="006973EA" w:rsidP="00381235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709FA2C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33D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5695EBA" w14:textId="77777777" w:rsidTr="00F63E0E">
        <w:tc>
          <w:tcPr>
            <w:tcW w:w="4902" w:type="dxa"/>
            <w:vAlign w:val="center"/>
          </w:tcPr>
          <w:p w14:paraId="5B625F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FD8F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2F2671" w14:textId="77777777" w:rsidTr="00F63E0E">
        <w:tc>
          <w:tcPr>
            <w:tcW w:w="4902" w:type="dxa"/>
          </w:tcPr>
          <w:p w14:paraId="3663C8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D179801" w14:textId="77777777" w:rsidR="0085747A" w:rsidRPr="009C54AE" w:rsidRDefault="00F75757" w:rsidP="00F757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3E0E" w:rsidRPr="009C54AE" w14:paraId="1F5D2498" w14:textId="77777777" w:rsidTr="00F63E0E">
        <w:tc>
          <w:tcPr>
            <w:tcW w:w="4902" w:type="dxa"/>
          </w:tcPr>
          <w:p w14:paraId="14E2B337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0209B0" w14:textId="77777777" w:rsidR="00F63E0E" w:rsidRPr="009C54AE" w:rsidRDefault="00066443" w:rsidP="002F0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260189">
              <w:rPr>
                <w:rFonts w:ascii="Corbel" w:hAnsi="Corbel"/>
                <w:sz w:val="24"/>
                <w:szCs w:val="24"/>
              </w:rPr>
              <w:t>, udział w egzaminie</w:t>
            </w:r>
            <w:r w:rsidR="00F63E0E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3A946E" w14:textId="77777777" w:rsidR="00F63E0E" w:rsidRPr="009C54AE" w:rsidRDefault="00260189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14:paraId="4350FF32" w14:textId="77777777" w:rsidTr="00F63E0E">
        <w:tc>
          <w:tcPr>
            <w:tcW w:w="4902" w:type="dxa"/>
          </w:tcPr>
          <w:p w14:paraId="53518C85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88B815" w14:textId="77777777" w:rsidR="00F63E0E" w:rsidRPr="009C54AE" w:rsidRDefault="00F63E0E" w:rsidP="004261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</w:t>
            </w:r>
            <w:r w:rsidR="004261F0">
              <w:rPr>
                <w:rFonts w:ascii="Corbel" w:hAnsi="Corbel"/>
                <w:sz w:val="24"/>
                <w:szCs w:val="24"/>
              </w:rPr>
              <w:t>zapoznanie się z li</w:t>
            </w:r>
            <w:r w:rsidR="00BE7718">
              <w:rPr>
                <w:rFonts w:ascii="Corbel" w:hAnsi="Corbel"/>
                <w:sz w:val="24"/>
                <w:szCs w:val="24"/>
              </w:rPr>
              <w:t>teraturą, przygotowanie pracy zaliczeniowej</w:t>
            </w:r>
            <w:r w:rsidR="00066443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18" w:type="dxa"/>
          </w:tcPr>
          <w:p w14:paraId="6A0B01CD" w14:textId="77777777" w:rsidR="00F63E0E" w:rsidRPr="009C54AE" w:rsidRDefault="00F75757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50</w:t>
            </w:r>
          </w:p>
        </w:tc>
      </w:tr>
      <w:tr w:rsidR="00F63E0E" w:rsidRPr="009C54AE" w14:paraId="1BDAD327" w14:textId="77777777" w:rsidTr="00F63E0E">
        <w:tc>
          <w:tcPr>
            <w:tcW w:w="4902" w:type="dxa"/>
          </w:tcPr>
          <w:p w14:paraId="155B0652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0E3381" w14:textId="77777777" w:rsidR="00F63E0E" w:rsidRPr="009C54AE" w:rsidRDefault="00F75757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F63E0E" w:rsidRPr="009C54AE" w14:paraId="02EA87CF" w14:textId="77777777" w:rsidTr="00F63E0E">
        <w:tc>
          <w:tcPr>
            <w:tcW w:w="4902" w:type="dxa"/>
          </w:tcPr>
          <w:p w14:paraId="34E3393D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C17AA3C" w14:textId="77777777" w:rsidR="00F63E0E" w:rsidRPr="00E638C7" w:rsidRDefault="002F09D9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68B2A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9B1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301A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76904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B27D3" w:rsidRPr="009C54AE" w14:paraId="1367975D" w14:textId="77777777" w:rsidTr="0071620A">
        <w:trPr>
          <w:trHeight w:val="397"/>
        </w:trPr>
        <w:tc>
          <w:tcPr>
            <w:tcW w:w="3544" w:type="dxa"/>
          </w:tcPr>
          <w:p w14:paraId="1888AD9C" w14:textId="77777777" w:rsidR="00AB27D3" w:rsidRPr="009C54AE" w:rsidRDefault="00AB27D3" w:rsidP="00AB27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7902A7" w14:textId="75D92FD2" w:rsidR="00AB27D3" w:rsidRPr="009C54AE" w:rsidRDefault="00AB27D3" w:rsidP="00AB27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AB27D3" w:rsidRPr="009C54AE" w14:paraId="0E89A7A0" w14:textId="77777777" w:rsidTr="0071620A">
        <w:trPr>
          <w:trHeight w:val="397"/>
        </w:trPr>
        <w:tc>
          <w:tcPr>
            <w:tcW w:w="3544" w:type="dxa"/>
          </w:tcPr>
          <w:p w14:paraId="08268455" w14:textId="77777777" w:rsidR="00AB27D3" w:rsidRPr="009C54AE" w:rsidRDefault="00AB27D3" w:rsidP="00AB27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AF7789" w14:textId="02228B9D" w:rsidR="00AB27D3" w:rsidRPr="009C54AE" w:rsidRDefault="00AB27D3" w:rsidP="00AB27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51F06B5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527D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A9D38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7641F" w14:paraId="02A94F09" w14:textId="77777777" w:rsidTr="00A94BE7">
        <w:trPr>
          <w:trHeight w:val="397"/>
        </w:trPr>
        <w:tc>
          <w:tcPr>
            <w:tcW w:w="9497" w:type="dxa"/>
          </w:tcPr>
          <w:p w14:paraId="2C8B994D" w14:textId="77777777" w:rsidR="0085747A" w:rsidRPr="00F764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4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D8D226" w14:textId="77777777" w:rsidR="00A94BE7" w:rsidRDefault="00F7641F" w:rsidP="00A94BE7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Weissbrot-Koziarska,</w:t>
            </w:r>
            <w:r w:rsidR="000F7A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(2012). </w:t>
            </w:r>
            <w:r w:rsidRPr="00F7641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Poradnictwo socjalne dla rodzin. Podręcznik akademicki</w:t>
            </w:r>
            <w:r w:rsidR="000F7A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F7A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Opole: </w:t>
            </w:r>
            <w:r w:rsidR="00E26D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Uniwersytetu Opolskiego</w:t>
            </w:r>
            <w:r w:rsidR="000F7A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C62BF5B" w14:textId="0C84A5C6" w:rsidR="00A94BE7" w:rsidRDefault="004A6A95" w:rsidP="00A94BE7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6A95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r w:rsidR="000F7AEB">
              <w:rPr>
                <w:rFonts w:ascii="Corbel" w:hAnsi="Corbel"/>
                <w:b w:val="0"/>
                <w:smallCaps w:val="0"/>
                <w:szCs w:val="24"/>
              </w:rPr>
              <w:t>, B.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>, Szluz</w:t>
            </w:r>
            <w:r w:rsidR="000F7AEB"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 xml:space="preserve"> red</w:t>
            </w:r>
            <w:r w:rsidR="00A94B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F7AEB">
              <w:rPr>
                <w:rFonts w:ascii="Corbel" w:hAnsi="Corbel"/>
                <w:b w:val="0"/>
                <w:smallCaps w:val="0"/>
                <w:szCs w:val="24"/>
              </w:rPr>
              <w:t xml:space="preserve"> (2018).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A6A95">
              <w:rPr>
                <w:rFonts w:ascii="Corbel" w:hAnsi="Corbel"/>
                <w:b w:val="0"/>
                <w:i/>
                <w:smallCaps w:val="0"/>
                <w:szCs w:val="24"/>
              </w:rPr>
              <w:t>Poradnictwo w dyskursie interdyscyplinarnym</w:t>
            </w:r>
            <w:r w:rsidR="000F7AE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="000F7AEB">
              <w:rPr>
                <w:rFonts w:ascii="Corbel" w:hAnsi="Corbel"/>
                <w:b w:val="0"/>
                <w:smallCaps w:val="0"/>
                <w:szCs w:val="24"/>
              </w:rPr>
              <w:t xml:space="preserve">Rzeszów: 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 xml:space="preserve"> Wydawnictwo UR.</w:t>
            </w:r>
          </w:p>
          <w:p w14:paraId="024DEDD2" w14:textId="7A17AADC" w:rsidR="00E26D7F" w:rsidRPr="00A94BE7" w:rsidRDefault="00E26D7F" w:rsidP="00A94BE7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Biernat</w:t>
            </w:r>
            <w:r w:rsidR="000F7AEB" w:rsidRPr="00A94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</w:t>
            </w:r>
            <w:r w:rsidRPr="00A94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 red.</w:t>
            </w:r>
            <w:r w:rsidR="000F7AEB" w:rsidRPr="00A94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(2016).</w:t>
            </w:r>
            <w:r w:rsidRPr="00A94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702D5" w:rsidRPr="004A6A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4A6A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odzina w pracy socjalnej – pomoc w</w:t>
            </w:r>
            <w:r w:rsidR="000F7A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 </w:t>
            </w:r>
            <w:r w:rsidRPr="004A6A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sytuacjach trudnych i</w:t>
            </w:r>
            <w:r w:rsidR="00A94BE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 </w:t>
            </w:r>
            <w:r w:rsidRPr="004A6A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kryzysowych</w:t>
            </w:r>
            <w:r w:rsidR="000F7A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4A6A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F7A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Toruń: </w:t>
            </w:r>
            <w:r w:rsidRPr="004A6A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Edukacyjne Akapit.</w:t>
            </w:r>
          </w:p>
        </w:tc>
      </w:tr>
      <w:tr w:rsidR="0085747A" w:rsidRPr="000F7AEB" w14:paraId="4802BE54" w14:textId="77777777" w:rsidTr="00A94BE7">
        <w:trPr>
          <w:trHeight w:val="397"/>
        </w:trPr>
        <w:tc>
          <w:tcPr>
            <w:tcW w:w="9497" w:type="dxa"/>
          </w:tcPr>
          <w:p w14:paraId="3449B329" w14:textId="77777777" w:rsidR="00F63E0E" w:rsidRPr="00F7641F" w:rsidRDefault="0085747A" w:rsidP="00905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4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FE90D1" w14:textId="77777777" w:rsidR="00A94BE7" w:rsidRDefault="004A6A95" w:rsidP="00A94BE7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Krasiejko,</w:t>
            </w:r>
            <w:r w:rsidR="000F7AEB"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F7AEB"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(2019).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dziećmi. Rodzina dysfunkcyjna. Pedagogika, praca socjalna, terapia</w:t>
            </w:r>
            <w:r w:rsidR="000F7AEB"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F7AEB"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Difin.</w:t>
            </w:r>
          </w:p>
          <w:p w14:paraId="60EF236B" w14:textId="77777777" w:rsidR="00A94BE7" w:rsidRDefault="004A6A95" w:rsidP="00A94BE7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56AC">
              <w:rPr>
                <w:rFonts w:ascii="Corbel" w:hAnsi="Corbel"/>
                <w:b w:val="0"/>
                <w:smallCaps w:val="0"/>
                <w:szCs w:val="24"/>
              </w:rPr>
              <w:t>Sierpowska,</w:t>
            </w:r>
            <w:r w:rsidR="000F7AEB" w:rsidRPr="000156AC">
              <w:rPr>
                <w:rFonts w:ascii="Corbel" w:hAnsi="Corbel"/>
                <w:b w:val="0"/>
                <w:smallCaps w:val="0"/>
                <w:szCs w:val="24"/>
              </w:rPr>
              <w:t xml:space="preserve"> I. (2011).</w:t>
            </w:r>
            <w:r w:rsidRPr="000156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156AC">
              <w:rPr>
                <w:rFonts w:ascii="Corbel" w:hAnsi="Corbel"/>
                <w:b w:val="0"/>
                <w:i/>
                <w:smallCaps w:val="0"/>
                <w:szCs w:val="24"/>
              </w:rPr>
              <w:t>Prawo pomocy społecznej</w:t>
            </w:r>
            <w:r w:rsidRPr="000156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F7AEB" w:rsidRPr="000156A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0156AC">
              <w:rPr>
                <w:rFonts w:ascii="Corbel" w:hAnsi="Corbel"/>
                <w:b w:val="0"/>
                <w:smallCaps w:val="0"/>
                <w:szCs w:val="24"/>
              </w:rPr>
              <w:t>wyd. 4</w:t>
            </w:r>
            <w:r w:rsidR="000F7AEB" w:rsidRPr="000156AC">
              <w:rPr>
                <w:rFonts w:ascii="Corbel" w:hAnsi="Corbel"/>
                <w:b w:val="0"/>
                <w:smallCaps w:val="0"/>
                <w:szCs w:val="24"/>
              </w:rPr>
              <w:t>). Warszawa:</w:t>
            </w:r>
            <w:r w:rsidRPr="000156AC">
              <w:rPr>
                <w:rFonts w:ascii="Corbel" w:hAnsi="Corbel"/>
                <w:b w:val="0"/>
                <w:smallCaps w:val="0"/>
                <w:szCs w:val="24"/>
              </w:rPr>
              <w:t xml:space="preserve"> Wolters Kluwer Polska.</w:t>
            </w:r>
          </w:p>
          <w:p w14:paraId="54B9996B" w14:textId="1E1A82C6" w:rsidR="00A94BE7" w:rsidRDefault="000156AC" w:rsidP="00A94BE7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Witkowska-Paleń, A. (2016).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 dotkniętą przemocą domową – możliwości, wyzwania, perspektywy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W:</w:t>
            </w:r>
            <w:r w:rsidR="00A94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Biernat, T. i inn. (red.).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 pracy socjalnej – pomoc w</w:t>
            </w:r>
            <w:r w:rsidR="00A94BE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 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sytuacjach trudnych i kryzysowych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Toruń: Wydawnictwo Edukacyjne „Akapit”, 131-146.</w:t>
            </w:r>
          </w:p>
          <w:p w14:paraId="25AF2C51" w14:textId="7890509E" w:rsidR="00A94BE7" w:rsidRDefault="000F7AEB" w:rsidP="00A94BE7">
            <w:pPr>
              <w:pStyle w:val="Punktygwne"/>
              <w:spacing w:before="0" w:after="0"/>
              <w:ind w:left="599" w:hanging="599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94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Witkowska-Paleń, A. (2020). </w:t>
            </w:r>
            <w:r w:rsidRPr="00A94BE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Problems experienced by families of prisoners and possibility of social assistance and support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A94BE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Journal of Modern Science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2</w:t>
            </w:r>
            <w:r w:rsidR="00A94BE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(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45</w:t>
            </w:r>
            <w:r w:rsidR="00A94BE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)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77-90, </w:t>
            </w:r>
            <w:hyperlink r:id="rId11" w:history="1">
              <w:r w:rsidR="00A94BE7" w:rsidRPr="005C42D6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GB"/>
                </w:rPr>
                <w:t>https://www.jomswsge.com/Problems-exsperienced-by-families-of-prisoners-and-possibility-of-social-assistance,131608,0,1.html</w:t>
              </w:r>
            </w:hyperlink>
            <w:r w:rsidR="00A94BE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  </w:t>
            </w:r>
          </w:p>
          <w:p w14:paraId="5A249205" w14:textId="476F9AAE" w:rsidR="00F7641F" w:rsidRPr="00A94BE7" w:rsidRDefault="00913537" w:rsidP="00A94BE7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Parzyszek, </w:t>
            </w:r>
            <w:r w:rsidR="000F7AEB"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M., 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Samorańska</w:t>
            </w:r>
            <w:r w:rsidR="000F7AEB"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F7AEB"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</w:t>
            </w:r>
            <w:r w:rsidR="000F7AEB"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– wsparcie i</w:t>
            </w:r>
            <w:r w:rsidR="000F7AEB"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 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</w:t>
            </w:r>
            <w:r w:rsidR="00A94BE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F7AEB"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Lublin: 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Episteme.</w:t>
            </w:r>
          </w:p>
        </w:tc>
      </w:tr>
    </w:tbl>
    <w:p w14:paraId="2C4C87AA" w14:textId="77777777" w:rsidR="0085747A" w:rsidRPr="00A94BE7" w:rsidRDefault="0085747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14:paraId="0EFD54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699A9" w14:textId="77777777" w:rsidR="003555E6" w:rsidRDefault="003555E6" w:rsidP="00C16ABF">
      <w:pPr>
        <w:spacing w:after="0" w:line="240" w:lineRule="auto"/>
      </w:pPr>
      <w:r>
        <w:separator/>
      </w:r>
    </w:p>
  </w:endnote>
  <w:endnote w:type="continuationSeparator" w:id="0">
    <w:p w14:paraId="26086B8E" w14:textId="77777777" w:rsidR="003555E6" w:rsidRDefault="003555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14:paraId="4EB587A7" w14:textId="77777777" w:rsidR="00671DB0" w:rsidRPr="00671DB0" w:rsidRDefault="00671DB0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P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BE7718">
          <w:rPr>
            <w:rFonts w:ascii="Corbel" w:hAnsi="Corbel"/>
            <w:noProof/>
          </w:rPr>
          <w:t>4</w:t>
        </w:r>
        <w:r w:rsidRPr="00671DB0">
          <w:rPr>
            <w:rFonts w:ascii="Corbel" w:hAnsi="Corbel"/>
          </w:rPr>
          <w:fldChar w:fldCharType="end"/>
        </w:r>
      </w:p>
    </w:sdtContent>
  </w:sdt>
  <w:p w14:paraId="2521FFAA" w14:textId="77777777" w:rsidR="00671DB0" w:rsidRDefault="00671D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51264" w14:textId="77777777" w:rsidR="003555E6" w:rsidRDefault="003555E6" w:rsidP="00C16ABF">
      <w:pPr>
        <w:spacing w:after="0" w:line="240" w:lineRule="auto"/>
      </w:pPr>
      <w:r>
        <w:separator/>
      </w:r>
    </w:p>
  </w:footnote>
  <w:footnote w:type="continuationSeparator" w:id="0">
    <w:p w14:paraId="546A9E94" w14:textId="77777777" w:rsidR="003555E6" w:rsidRDefault="003555E6" w:rsidP="00C16ABF">
      <w:pPr>
        <w:spacing w:after="0" w:line="240" w:lineRule="auto"/>
      </w:pPr>
      <w:r>
        <w:continuationSeparator/>
      </w:r>
    </w:p>
  </w:footnote>
  <w:footnote w:id="1">
    <w:p w14:paraId="64D81428" w14:textId="77777777" w:rsidR="00080ED9" w:rsidRDefault="00080ED9" w:rsidP="00080ED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9356B"/>
    <w:multiLevelType w:val="hybridMultilevel"/>
    <w:tmpl w:val="14323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76643"/>
    <w:multiLevelType w:val="hybridMultilevel"/>
    <w:tmpl w:val="AB28A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4C575F"/>
    <w:multiLevelType w:val="hybridMultilevel"/>
    <w:tmpl w:val="ECD68644"/>
    <w:lvl w:ilvl="0" w:tplc="134ED5A6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F2777"/>
    <w:multiLevelType w:val="hybridMultilevel"/>
    <w:tmpl w:val="2110AD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96B"/>
    <w:rsid w:val="000156AC"/>
    <w:rsid w:val="00015B8F"/>
    <w:rsid w:val="00022ECE"/>
    <w:rsid w:val="00042A51"/>
    <w:rsid w:val="00042D2E"/>
    <w:rsid w:val="00044C82"/>
    <w:rsid w:val="000469A2"/>
    <w:rsid w:val="00062BD2"/>
    <w:rsid w:val="00066443"/>
    <w:rsid w:val="0007031B"/>
    <w:rsid w:val="00070ED6"/>
    <w:rsid w:val="000742DC"/>
    <w:rsid w:val="00080ED9"/>
    <w:rsid w:val="00082F1E"/>
    <w:rsid w:val="00084C12"/>
    <w:rsid w:val="0009462C"/>
    <w:rsid w:val="00094A12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EB"/>
    <w:rsid w:val="00100C76"/>
    <w:rsid w:val="001036A6"/>
    <w:rsid w:val="00107FD8"/>
    <w:rsid w:val="00112634"/>
    <w:rsid w:val="001242F0"/>
    <w:rsid w:val="00124BFF"/>
    <w:rsid w:val="0012560E"/>
    <w:rsid w:val="00127108"/>
    <w:rsid w:val="00132D42"/>
    <w:rsid w:val="00134B13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2023"/>
    <w:rsid w:val="00172355"/>
    <w:rsid w:val="001737CF"/>
    <w:rsid w:val="00176083"/>
    <w:rsid w:val="00192F37"/>
    <w:rsid w:val="001A70D2"/>
    <w:rsid w:val="001B423E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519CF"/>
    <w:rsid w:val="00260189"/>
    <w:rsid w:val="00271575"/>
    <w:rsid w:val="002751F1"/>
    <w:rsid w:val="00281FF2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5FAD"/>
    <w:rsid w:val="002D73D4"/>
    <w:rsid w:val="002D7D57"/>
    <w:rsid w:val="002E23D1"/>
    <w:rsid w:val="002E4AED"/>
    <w:rsid w:val="002E6E74"/>
    <w:rsid w:val="002F02A3"/>
    <w:rsid w:val="002F09D9"/>
    <w:rsid w:val="002F4ABE"/>
    <w:rsid w:val="003018BA"/>
    <w:rsid w:val="0030395F"/>
    <w:rsid w:val="00303F27"/>
    <w:rsid w:val="00305C92"/>
    <w:rsid w:val="003151C5"/>
    <w:rsid w:val="003343CF"/>
    <w:rsid w:val="00346FE9"/>
    <w:rsid w:val="0034759A"/>
    <w:rsid w:val="003503F6"/>
    <w:rsid w:val="003530DD"/>
    <w:rsid w:val="003555E6"/>
    <w:rsid w:val="00356E05"/>
    <w:rsid w:val="00363F78"/>
    <w:rsid w:val="00381235"/>
    <w:rsid w:val="00381354"/>
    <w:rsid w:val="003A0A5B"/>
    <w:rsid w:val="003A1176"/>
    <w:rsid w:val="003B0E7E"/>
    <w:rsid w:val="003C0BAE"/>
    <w:rsid w:val="003D18A9"/>
    <w:rsid w:val="003D6CE2"/>
    <w:rsid w:val="003E1941"/>
    <w:rsid w:val="003E2FE6"/>
    <w:rsid w:val="003E49D5"/>
    <w:rsid w:val="003F205D"/>
    <w:rsid w:val="003F38C0"/>
    <w:rsid w:val="003F3FD6"/>
    <w:rsid w:val="003F49A1"/>
    <w:rsid w:val="00414E3C"/>
    <w:rsid w:val="0042244A"/>
    <w:rsid w:val="004261F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F65"/>
    <w:rsid w:val="004840FD"/>
    <w:rsid w:val="004849EE"/>
    <w:rsid w:val="004850B0"/>
    <w:rsid w:val="00490F7D"/>
    <w:rsid w:val="00491678"/>
    <w:rsid w:val="004968E2"/>
    <w:rsid w:val="004A3EEA"/>
    <w:rsid w:val="004A4D1F"/>
    <w:rsid w:val="004A6104"/>
    <w:rsid w:val="004A6A95"/>
    <w:rsid w:val="004C18FF"/>
    <w:rsid w:val="004C419B"/>
    <w:rsid w:val="004D5282"/>
    <w:rsid w:val="004E6BC8"/>
    <w:rsid w:val="004F1551"/>
    <w:rsid w:val="004F55A3"/>
    <w:rsid w:val="00500FE1"/>
    <w:rsid w:val="0050496F"/>
    <w:rsid w:val="00513B6F"/>
    <w:rsid w:val="00514CB5"/>
    <w:rsid w:val="00517C63"/>
    <w:rsid w:val="00525533"/>
    <w:rsid w:val="005363C4"/>
    <w:rsid w:val="00536BDE"/>
    <w:rsid w:val="00543ACC"/>
    <w:rsid w:val="0055107F"/>
    <w:rsid w:val="0056696D"/>
    <w:rsid w:val="0057278B"/>
    <w:rsid w:val="0059484D"/>
    <w:rsid w:val="005A0855"/>
    <w:rsid w:val="005A3196"/>
    <w:rsid w:val="005C080F"/>
    <w:rsid w:val="005C55E5"/>
    <w:rsid w:val="005C696A"/>
    <w:rsid w:val="005D14FD"/>
    <w:rsid w:val="005D73DC"/>
    <w:rsid w:val="005E6E85"/>
    <w:rsid w:val="005F31D2"/>
    <w:rsid w:val="00607F7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B0"/>
    <w:rsid w:val="00675843"/>
    <w:rsid w:val="00680622"/>
    <w:rsid w:val="00685C13"/>
    <w:rsid w:val="00696477"/>
    <w:rsid w:val="006973EA"/>
    <w:rsid w:val="006A29E2"/>
    <w:rsid w:val="006B0559"/>
    <w:rsid w:val="006D050F"/>
    <w:rsid w:val="006D0723"/>
    <w:rsid w:val="006D6139"/>
    <w:rsid w:val="006E5D65"/>
    <w:rsid w:val="006F1282"/>
    <w:rsid w:val="006F1FBC"/>
    <w:rsid w:val="006F31E2"/>
    <w:rsid w:val="00706544"/>
    <w:rsid w:val="007072BA"/>
    <w:rsid w:val="0071620A"/>
    <w:rsid w:val="00720DA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E238E"/>
    <w:rsid w:val="007F4155"/>
    <w:rsid w:val="0081554D"/>
    <w:rsid w:val="0081707E"/>
    <w:rsid w:val="00825BDC"/>
    <w:rsid w:val="00835DD0"/>
    <w:rsid w:val="008449B3"/>
    <w:rsid w:val="008552A2"/>
    <w:rsid w:val="0085747A"/>
    <w:rsid w:val="00881108"/>
    <w:rsid w:val="00884922"/>
    <w:rsid w:val="00885F64"/>
    <w:rsid w:val="008917F9"/>
    <w:rsid w:val="008A45F7"/>
    <w:rsid w:val="008C0CC0"/>
    <w:rsid w:val="008C13A4"/>
    <w:rsid w:val="008C19A9"/>
    <w:rsid w:val="008C379D"/>
    <w:rsid w:val="008C5147"/>
    <w:rsid w:val="008C5359"/>
    <w:rsid w:val="008C5363"/>
    <w:rsid w:val="008C69E5"/>
    <w:rsid w:val="008D3DFB"/>
    <w:rsid w:val="008E64F4"/>
    <w:rsid w:val="008F12C9"/>
    <w:rsid w:val="008F69B4"/>
    <w:rsid w:val="008F6E29"/>
    <w:rsid w:val="00905BFD"/>
    <w:rsid w:val="00912AA8"/>
    <w:rsid w:val="00913537"/>
    <w:rsid w:val="00916188"/>
    <w:rsid w:val="0091724B"/>
    <w:rsid w:val="00917ED8"/>
    <w:rsid w:val="00923D7D"/>
    <w:rsid w:val="00927769"/>
    <w:rsid w:val="0093534F"/>
    <w:rsid w:val="009508DF"/>
    <w:rsid w:val="00950DAC"/>
    <w:rsid w:val="00954A07"/>
    <w:rsid w:val="00997F14"/>
    <w:rsid w:val="009A025A"/>
    <w:rsid w:val="009A78D9"/>
    <w:rsid w:val="009B45E1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D36"/>
    <w:rsid w:val="00A53FA5"/>
    <w:rsid w:val="00A54817"/>
    <w:rsid w:val="00A54FB8"/>
    <w:rsid w:val="00A601C8"/>
    <w:rsid w:val="00A60799"/>
    <w:rsid w:val="00A702D5"/>
    <w:rsid w:val="00A84C85"/>
    <w:rsid w:val="00A94BE7"/>
    <w:rsid w:val="00A9711A"/>
    <w:rsid w:val="00A97DE1"/>
    <w:rsid w:val="00AA26A1"/>
    <w:rsid w:val="00AA5EDA"/>
    <w:rsid w:val="00AB053C"/>
    <w:rsid w:val="00AB27D3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4C49"/>
    <w:rsid w:val="00B06142"/>
    <w:rsid w:val="00B135B1"/>
    <w:rsid w:val="00B164FA"/>
    <w:rsid w:val="00B215F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B1C"/>
    <w:rsid w:val="00BD3869"/>
    <w:rsid w:val="00BD66E9"/>
    <w:rsid w:val="00BD6FF4"/>
    <w:rsid w:val="00BE7718"/>
    <w:rsid w:val="00BF2C41"/>
    <w:rsid w:val="00BF31EC"/>
    <w:rsid w:val="00C058B4"/>
    <w:rsid w:val="00C05F44"/>
    <w:rsid w:val="00C131B5"/>
    <w:rsid w:val="00C16ABF"/>
    <w:rsid w:val="00C170AE"/>
    <w:rsid w:val="00C22B8B"/>
    <w:rsid w:val="00C26CB7"/>
    <w:rsid w:val="00C324C1"/>
    <w:rsid w:val="00C36992"/>
    <w:rsid w:val="00C56036"/>
    <w:rsid w:val="00C616D1"/>
    <w:rsid w:val="00C61DC5"/>
    <w:rsid w:val="00C670DE"/>
    <w:rsid w:val="00C67E92"/>
    <w:rsid w:val="00C70A26"/>
    <w:rsid w:val="00C766DF"/>
    <w:rsid w:val="00C772EB"/>
    <w:rsid w:val="00C869A4"/>
    <w:rsid w:val="00C93C17"/>
    <w:rsid w:val="00C94B98"/>
    <w:rsid w:val="00CA2B96"/>
    <w:rsid w:val="00CA5089"/>
    <w:rsid w:val="00CA56AF"/>
    <w:rsid w:val="00CD2205"/>
    <w:rsid w:val="00CD6897"/>
    <w:rsid w:val="00CE3050"/>
    <w:rsid w:val="00CE5BAC"/>
    <w:rsid w:val="00CF25BE"/>
    <w:rsid w:val="00CF2AA5"/>
    <w:rsid w:val="00CF6160"/>
    <w:rsid w:val="00CF78ED"/>
    <w:rsid w:val="00D02B25"/>
    <w:rsid w:val="00D02EBA"/>
    <w:rsid w:val="00D06325"/>
    <w:rsid w:val="00D12EC2"/>
    <w:rsid w:val="00D17C3C"/>
    <w:rsid w:val="00D26B2C"/>
    <w:rsid w:val="00D271FE"/>
    <w:rsid w:val="00D352C9"/>
    <w:rsid w:val="00D379AF"/>
    <w:rsid w:val="00D425B2"/>
    <w:rsid w:val="00D428D6"/>
    <w:rsid w:val="00D552B2"/>
    <w:rsid w:val="00D608D1"/>
    <w:rsid w:val="00D61703"/>
    <w:rsid w:val="00D74119"/>
    <w:rsid w:val="00D8075B"/>
    <w:rsid w:val="00D807F6"/>
    <w:rsid w:val="00D8678B"/>
    <w:rsid w:val="00DA2114"/>
    <w:rsid w:val="00DB1787"/>
    <w:rsid w:val="00DB79D3"/>
    <w:rsid w:val="00DE09C0"/>
    <w:rsid w:val="00DE4A14"/>
    <w:rsid w:val="00DF320D"/>
    <w:rsid w:val="00DF71C8"/>
    <w:rsid w:val="00E129B8"/>
    <w:rsid w:val="00E14157"/>
    <w:rsid w:val="00E21E7D"/>
    <w:rsid w:val="00E22FBC"/>
    <w:rsid w:val="00E24BF5"/>
    <w:rsid w:val="00E25338"/>
    <w:rsid w:val="00E26D7F"/>
    <w:rsid w:val="00E43AFB"/>
    <w:rsid w:val="00E454B9"/>
    <w:rsid w:val="00E51E44"/>
    <w:rsid w:val="00E63348"/>
    <w:rsid w:val="00E742AA"/>
    <w:rsid w:val="00E757B7"/>
    <w:rsid w:val="00E76756"/>
    <w:rsid w:val="00E77E88"/>
    <w:rsid w:val="00E8107D"/>
    <w:rsid w:val="00E83657"/>
    <w:rsid w:val="00E960BB"/>
    <w:rsid w:val="00EA2074"/>
    <w:rsid w:val="00EA4832"/>
    <w:rsid w:val="00EA4E9D"/>
    <w:rsid w:val="00EC1EC8"/>
    <w:rsid w:val="00EC4899"/>
    <w:rsid w:val="00ED03AB"/>
    <w:rsid w:val="00ED32D2"/>
    <w:rsid w:val="00EE32DE"/>
    <w:rsid w:val="00EE5457"/>
    <w:rsid w:val="00EE6F06"/>
    <w:rsid w:val="00F070AB"/>
    <w:rsid w:val="00F17567"/>
    <w:rsid w:val="00F21F6C"/>
    <w:rsid w:val="00F27A7B"/>
    <w:rsid w:val="00F526AF"/>
    <w:rsid w:val="00F617C3"/>
    <w:rsid w:val="00F63E0E"/>
    <w:rsid w:val="00F7066B"/>
    <w:rsid w:val="00F73DB3"/>
    <w:rsid w:val="00F75757"/>
    <w:rsid w:val="00F7641F"/>
    <w:rsid w:val="00F82D56"/>
    <w:rsid w:val="00F83B28"/>
    <w:rsid w:val="00F974DA"/>
    <w:rsid w:val="00FA050C"/>
    <w:rsid w:val="00FA46E5"/>
    <w:rsid w:val="00FA5643"/>
    <w:rsid w:val="00FB7DBA"/>
    <w:rsid w:val="00FC1C25"/>
    <w:rsid w:val="00FC2162"/>
    <w:rsid w:val="00FC3F45"/>
    <w:rsid w:val="00FC62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9191"/>
  <w15:docId w15:val="{AEB55686-F735-46EB-A46B-95B63C69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42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2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23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23E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5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jomswsge.com/Problems-exsperienced-by-families-of-prisoners-and-possibility-of-social-assistance,131608,0,1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348A9E-3A15-4796-BB56-EB3BEA3674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F2C609-4AE4-4325-8B27-6F1F5125A8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CC530F-1BD4-4BC4-889D-3FC5A2DF1E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9DD6A9-66A6-4752-B151-08FEB1DB17A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4</Pages>
  <Words>966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10</cp:revision>
  <cp:lastPrinted>2019-02-06T12:12:00Z</cp:lastPrinted>
  <dcterms:created xsi:type="dcterms:W3CDTF">2021-09-13T12:23:00Z</dcterms:created>
  <dcterms:modified xsi:type="dcterms:W3CDTF">2021-09-17T11:45:00Z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